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615582C6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886CB2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D66098" w:rsidR="00DC6D0C" w:rsidP="00D66098" w:rsidRDefault="0071620A" w14:paraId="562CA694" w14:textId="5F8C6E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Pr="00D66098" w:rsidR="00DC6D0C">
        <w:rPr>
          <w:rFonts w:ascii="Corbel" w:hAnsi="Corbel"/>
          <w:smallCaps/>
          <w:sz w:val="24"/>
          <w:szCs w:val="24"/>
        </w:rPr>
        <w:t xml:space="preserve"> </w:t>
      </w:r>
      <w:r w:rsidR="00B62DA2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45970" w:rsidP="00395BA4" w:rsidRDefault="00445970" w14:paraId="274F8145" w14:textId="2992F0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</w:t>
      </w:r>
      <w:r w:rsidR="00B45918">
        <w:rPr>
          <w:rFonts w:ascii="Corbel" w:hAnsi="Corbel"/>
          <w:sz w:val="20"/>
          <w:szCs w:val="20"/>
        </w:rPr>
        <w:t>2</w:t>
      </w:r>
      <w:r w:rsidR="00B62DA2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B62DA2">
        <w:rPr>
          <w:rFonts w:ascii="Corbel" w:hAnsi="Corbel"/>
          <w:sz w:val="20"/>
          <w:szCs w:val="20"/>
        </w:rPr>
        <w:t>4</w:t>
      </w:r>
      <w:bookmarkStart w:name="_GoBack" w:id="0"/>
      <w:bookmarkEnd w:id="0"/>
    </w:p>
    <w:p w:rsidRPr="009C54AE" w:rsidR="0085747A" w:rsidP="009C54AE" w:rsidRDefault="0085747A" w14:paraId="301F019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08DE42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1A3D0897" w14:textId="77777777">
        <w:tc>
          <w:tcPr>
            <w:tcW w:w="2694" w:type="dxa"/>
            <w:vAlign w:val="center"/>
          </w:tcPr>
          <w:p w:rsidRPr="009C54AE" w:rsidR="0085747A" w:rsidP="009C54AE" w:rsidRDefault="00C05F44" w14:paraId="4E76E9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61A73" w14:paraId="42FA5F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Pr="009C54AE" w:rsidR="0085747A" w:rsidTr="00B819C8" w14:paraId="67BC220C" w14:textId="77777777">
        <w:tc>
          <w:tcPr>
            <w:tcW w:w="2694" w:type="dxa"/>
            <w:vAlign w:val="center"/>
          </w:tcPr>
          <w:p w:rsidRPr="009C54AE" w:rsidR="0085747A" w:rsidP="009C54AE" w:rsidRDefault="00C05F44" w14:paraId="327F58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F6B72" w14:paraId="5A64CA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Pr="009C54AE" w:rsidR="0085747A" w:rsidTr="00B819C8" w14:paraId="106E31FD" w14:textId="77777777">
        <w:tc>
          <w:tcPr>
            <w:tcW w:w="2694" w:type="dxa"/>
            <w:vAlign w:val="center"/>
          </w:tcPr>
          <w:p w:rsidRPr="009C54AE" w:rsidR="0085747A" w:rsidP="00EA4832" w:rsidRDefault="0017512A" w14:paraId="37730C7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3B2E0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E2574F4" w14:textId="77777777">
        <w:tc>
          <w:tcPr>
            <w:tcW w:w="2694" w:type="dxa"/>
            <w:vAlign w:val="center"/>
          </w:tcPr>
          <w:p w:rsidRPr="009C54AE" w:rsidR="0085747A" w:rsidP="009C54AE" w:rsidRDefault="0085747A" w14:paraId="6E8075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393621" w:rsidR="0085747A" w:rsidP="009C54AE" w:rsidRDefault="00393621" w14:paraId="5135F5D9" w14:textId="40A8D2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3313738C" w14:textId="77777777">
        <w:tc>
          <w:tcPr>
            <w:tcW w:w="2694" w:type="dxa"/>
            <w:vAlign w:val="center"/>
          </w:tcPr>
          <w:p w:rsidRPr="009C54AE" w:rsidR="0085747A" w:rsidP="009C54AE" w:rsidRDefault="0085747A" w14:paraId="1E0476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2C401F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4A964BE8" w14:textId="77777777">
        <w:tc>
          <w:tcPr>
            <w:tcW w:w="2694" w:type="dxa"/>
            <w:vAlign w:val="center"/>
          </w:tcPr>
          <w:p w:rsidRPr="009C54AE" w:rsidR="0085747A" w:rsidP="009C54AE" w:rsidRDefault="00DE4A14" w14:paraId="0C448A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6DC2" w14:paraId="3C9210AB" w14:textId="480BEF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086702AF" w14:textId="77777777">
        <w:tc>
          <w:tcPr>
            <w:tcW w:w="2694" w:type="dxa"/>
            <w:vAlign w:val="center"/>
          </w:tcPr>
          <w:p w:rsidRPr="009C54AE" w:rsidR="0085747A" w:rsidP="009C54AE" w:rsidRDefault="0085747A" w14:paraId="02EAF0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A1FFE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3629D47E" w14:textId="77777777">
        <w:tc>
          <w:tcPr>
            <w:tcW w:w="2694" w:type="dxa"/>
            <w:vAlign w:val="center"/>
          </w:tcPr>
          <w:p w:rsidRPr="009C54AE" w:rsidR="0085747A" w:rsidP="009C54AE" w:rsidRDefault="0085747A" w14:paraId="72DEA1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D66098" w:rsidRDefault="00393621" w14:paraId="61D7FDA0" w14:textId="22BF41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0B819C8" w14:paraId="5FCE442B" w14:textId="77777777">
        <w:tc>
          <w:tcPr>
            <w:tcW w:w="2694" w:type="dxa"/>
            <w:vAlign w:val="center"/>
          </w:tcPr>
          <w:p w:rsidRPr="009C54AE" w:rsidR="0085747A" w:rsidP="009C54AE" w:rsidRDefault="0085747A" w14:paraId="7DC9B8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3546AF" w:rsidRDefault="00D66098" w14:paraId="3EC3277A" w14:textId="790DED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Pr="009C54AE" w:rsidR="0085747A" w:rsidTr="00B819C8" w14:paraId="5A822D11" w14:textId="77777777">
        <w:tc>
          <w:tcPr>
            <w:tcW w:w="2694" w:type="dxa"/>
            <w:vAlign w:val="center"/>
          </w:tcPr>
          <w:p w:rsidRPr="009C54AE" w:rsidR="0085747A" w:rsidP="009C54AE" w:rsidRDefault="0085747A" w14:paraId="0719FF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D66098" w:rsidRDefault="0017512A" w14:paraId="0B5BC430" w14:textId="3C1CB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Pr="009C54AE" w:rsidR="00923D7D" w:rsidTr="00B819C8" w14:paraId="363CCEB7" w14:textId="77777777">
        <w:tc>
          <w:tcPr>
            <w:tcW w:w="2694" w:type="dxa"/>
            <w:vAlign w:val="center"/>
          </w:tcPr>
          <w:p w:rsidRPr="009C54AE" w:rsidR="00923D7D" w:rsidP="009C54AE" w:rsidRDefault="00923D7D" w14:paraId="4F07D7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7AF223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636BEA89" w14:textId="77777777">
        <w:tc>
          <w:tcPr>
            <w:tcW w:w="2694" w:type="dxa"/>
            <w:vAlign w:val="center"/>
          </w:tcPr>
          <w:p w:rsidRPr="009C54AE" w:rsidR="0085747A" w:rsidP="009C54AE" w:rsidRDefault="0085747A" w14:paraId="55D31A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1E9C0B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Pr="009C54AE" w:rsidR="0085747A" w:rsidTr="00B819C8" w14:paraId="70598DB9" w14:textId="77777777">
        <w:tc>
          <w:tcPr>
            <w:tcW w:w="2694" w:type="dxa"/>
            <w:vAlign w:val="center"/>
          </w:tcPr>
          <w:p w:rsidRPr="009C54AE" w:rsidR="0085747A" w:rsidP="009C54AE" w:rsidRDefault="0085747A" w14:paraId="3E1173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3E7A2E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:rsidRPr="009C54AE" w:rsidR="0085747A" w:rsidP="009C54AE" w:rsidRDefault="0085747A" w14:paraId="369EE79F" w14:textId="524D93E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356B5E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608E4C5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140293A9" w14:paraId="629B7B0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E13A0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20390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DDB9B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CD842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F7A11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0C2E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354DE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EE5F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8DCDD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C3449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CF373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140293A9" w14:paraId="43689CF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393621" w14:paraId="01CCD4BB" w14:textId="471D91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A09BB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40293A9" w:rsidRDefault="00393621" w14:paraId="525B1AD4" w14:textId="446793C2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140293A9" w:rsidR="140293A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210D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B17B8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1418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5F97F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9AB8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DB2D3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21054" w14:paraId="506B67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1F5AB58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5F3CBC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4DE285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216E0" w:rsidP="00D216E0" w:rsidRDefault="00D216E0" w14:paraId="2B328C77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9C54AE" w:rsidR="0085747A" w:rsidP="00D216E0" w:rsidRDefault="0085747A" w14:paraId="04A6327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6EBF36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4E571E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233F3" w14:paraId="014FDA2E" w14:textId="33FAB6E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6F71C4B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A948E8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FE65BC3" w14:textId="77777777">
        <w:tc>
          <w:tcPr>
            <w:tcW w:w="9670" w:type="dxa"/>
          </w:tcPr>
          <w:p w:rsidRPr="009C54AE" w:rsidR="0085747A" w:rsidP="00621054" w:rsidRDefault="003546AF" w14:paraId="302D962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:rsidR="00153C41" w:rsidP="009C54AE" w:rsidRDefault="00153C41" w14:paraId="235B42E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F21489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Pr="00C05F44" w:rsidR="0085747A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Pr="00C05F44" w:rsidR="0085747A">
        <w:rPr>
          <w:rFonts w:ascii="Corbel" w:hAnsi="Corbel"/>
          <w:szCs w:val="24"/>
        </w:rPr>
        <w:t>ydaktyczne</w:t>
      </w:r>
    </w:p>
    <w:p w:rsidRPr="00C05F44" w:rsidR="0085747A" w:rsidP="009C54AE" w:rsidRDefault="0085747A" w14:paraId="3AEAB2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8BD9DD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D5C803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F6B72" w:rsidTr="008F6B72" w14:paraId="78F1BF7B" w14:textId="77777777">
        <w:tc>
          <w:tcPr>
            <w:tcW w:w="851" w:type="dxa"/>
            <w:vAlign w:val="center"/>
          </w:tcPr>
          <w:p w:rsidRPr="009C54AE" w:rsidR="008F6B72" w:rsidP="003D60DD" w:rsidRDefault="008F6B72" w14:paraId="60AFB2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23F7" w:rsidR="008F6B72" w:rsidP="00B1327C" w:rsidRDefault="008F6B72" w14:paraId="4F6536B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Pr="009C54AE" w:rsidR="008F6B72" w:rsidTr="008F6B72" w14:paraId="1BCB023E" w14:textId="77777777">
        <w:tc>
          <w:tcPr>
            <w:tcW w:w="851" w:type="dxa"/>
            <w:vAlign w:val="center"/>
          </w:tcPr>
          <w:p w:rsidRPr="009C54AE" w:rsidR="008F6B72" w:rsidP="003D60DD" w:rsidRDefault="008F6B72" w14:paraId="6D4BD52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8F6B72" w:rsidP="00B1327C" w:rsidRDefault="008F6B72" w14:paraId="113E3D8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Pr="009C54AE" w:rsidR="008F6B72" w:rsidTr="008F6B72" w14:paraId="017A9F9E" w14:textId="77777777">
        <w:tc>
          <w:tcPr>
            <w:tcW w:w="851" w:type="dxa"/>
            <w:vAlign w:val="center"/>
          </w:tcPr>
          <w:p w:rsidRPr="009C54AE" w:rsidR="008F6B72" w:rsidP="003D60DD" w:rsidRDefault="008F6B72" w14:paraId="5621BF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8F6B72" w:rsidP="00B1327C" w:rsidRDefault="008F6B72" w14:paraId="67C4BC5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:rsidRPr="009C54AE" w:rsidR="0085747A" w:rsidP="009C54AE" w:rsidRDefault="0085747A" w14:paraId="584A187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D9A2DB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0ED843D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Pr="009233F3" w:rsidR="009233F3" w:rsidTr="00769A15" w14:paraId="4BF549FA" w14:textId="77777777">
        <w:tc>
          <w:tcPr>
            <w:tcW w:w="1701" w:type="dxa"/>
            <w:vAlign w:val="center"/>
          </w:tcPr>
          <w:p w:rsidRPr="009233F3" w:rsidR="009233F3" w:rsidP="009233F3" w:rsidRDefault="009233F3" w14:paraId="3F54D5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9233F3" w:rsidR="009233F3" w:rsidP="009233F3" w:rsidRDefault="009233F3" w14:paraId="348CA59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9233F3" w:rsidR="009233F3" w:rsidP="009233F3" w:rsidRDefault="009233F3" w14:paraId="12B885E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9233F3" w:rsidR="009233F3" w:rsidTr="00769A15" w14:paraId="4572996E" w14:textId="77777777">
        <w:tc>
          <w:tcPr>
            <w:tcW w:w="1701" w:type="dxa"/>
          </w:tcPr>
          <w:p w:rsidRPr="009233F3" w:rsidR="009233F3" w:rsidP="009233F3" w:rsidRDefault="009233F3" w14:paraId="1C23E6F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Pr="009233F3" w:rsidR="009233F3" w:rsidP="009233F3" w:rsidRDefault="5E589521" w14:paraId="28608832" w14:textId="597843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:rsidRPr="009233F3" w:rsidR="009233F3" w:rsidP="009233F3" w:rsidRDefault="358F6F9F" w14:paraId="31953DDA" w14:textId="5D9E09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Pr="009233F3" w:rsidR="009233F3" w:rsidTr="00769A15" w14:paraId="2D99D011" w14:textId="77777777">
        <w:tc>
          <w:tcPr>
            <w:tcW w:w="1701" w:type="dxa"/>
          </w:tcPr>
          <w:p w:rsidRPr="009233F3" w:rsidR="009233F3" w:rsidP="009233F3" w:rsidRDefault="009233F3" w14:paraId="5874E4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9233F3" w:rsidR="009233F3" w:rsidP="009233F3" w:rsidRDefault="17BEA03F" w14:paraId="176F1703" w14:textId="70964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:rsidRPr="009233F3" w:rsidR="009233F3" w:rsidP="009233F3" w:rsidRDefault="7A16B912" w14:paraId="75D2A892" w14:textId="714135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:rsidTr="00769A15" w14:paraId="7E31AB84" w14:textId="77777777">
        <w:tc>
          <w:tcPr>
            <w:tcW w:w="1678" w:type="dxa"/>
          </w:tcPr>
          <w:p w:rsidR="00769A15" w:rsidP="00769A15" w:rsidRDefault="00769A15" w14:paraId="5CB12F1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:rsidR="64BF2B85" w:rsidP="00769A15" w:rsidRDefault="64BF2B85" w14:paraId="3D52D492" w14:textId="1AAEB9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:rsidR="778F0E4A" w:rsidP="00769A15" w:rsidRDefault="778F0E4A" w14:paraId="35A636AA" w14:textId="1DE4BF8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:rsidTr="00769A15" w14:paraId="59FA2E1F" w14:textId="77777777">
        <w:tc>
          <w:tcPr>
            <w:tcW w:w="1678" w:type="dxa"/>
          </w:tcPr>
          <w:p w:rsidR="00769A15" w:rsidP="00769A15" w:rsidRDefault="00769A15" w14:paraId="2BB719F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:rsidR="42BA7D41" w:rsidP="00769A15" w:rsidRDefault="42BA7D41" w14:paraId="7DC18111" w14:textId="16FAEA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:rsidR="21B49113" w:rsidP="00769A15" w:rsidRDefault="21B49113" w14:paraId="2A71CCBF" w14:textId="08D9F8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:rsidTr="00769A15" w14:paraId="65A10958" w14:textId="77777777">
        <w:tc>
          <w:tcPr>
            <w:tcW w:w="1678" w:type="dxa"/>
          </w:tcPr>
          <w:p w:rsidR="00769A15" w:rsidP="00769A15" w:rsidRDefault="00769A15" w14:paraId="1CBBCB0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:rsidR="13025E7E" w:rsidP="00769A15" w:rsidRDefault="13025E7E" w14:paraId="4B33797E" w14:textId="572748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:rsidR="668D578F" w:rsidP="00769A15" w:rsidRDefault="668D578F" w14:paraId="63464BB6" w14:textId="2EA262C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9233F3" w:rsidR="009233F3" w:rsidTr="00769A15" w14:paraId="2EC55C00" w14:textId="77777777">
        <w:tc>
          <w:tcPr>
            <w:tcW w:w="1701" w:type="dxa"/>
          </w:tcPr>
          <w:p w:rsidR="00769A15" w:rsidP="00769A15" w:rsidRDefault="00769A15" w14:paraId="61DB49F1" w14:textId="070966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Pr="00769A15" w:rsidR="40E56F7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Pr="009233F3" w:rsidR="009233F3" w:rsidP="009233F3" w:rsidRDefault="47EF91A1" w14:paraId="43B95929" w14:textId="4BF620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:rsidRPr="009233F3" w:rsidR="009233F3" w:rsidP="009233F3" w:rsidRDefault="4355E9F5" w14:paraId="389E5F93" w14:textId="1524A3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Pr="009233F3" w:rsidR="009233F3" w:rsidTr="00769A15" w14:paraId="58738CB9" w14:textId="77777777">
        <w:tc>
          <w:tcPr>
            <w:tcW w:w="1701" w:type="dxa"/>
          </w:tcPr>
          <w:p w:rsidR="00769A15" w:rsidP="00769A15" w:rsidRDefault="00769A15" w14:paraId="32E87377" w14:textId="72AE43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Pr="00769A15" w:rsidR="50981FA0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Pr="009233F3" w:rsidR="009233F3" w:rsidP="009233F3" w:rsidRDefault="41D3FC72" w14:paraId="67D28794" w14:textId="20CC57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:rsidRPr="009233F3" w:rsidR="009233F3" w:rsidP="009233F3" w:rsidRDefault="0A8866A2" w14:paraId="12A82A83" w14:textId="12DF20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Pr="009233F3" w:rsidR="009233F3" w:rsidTr="00769A15" w14:paraId="486661A8" w14:textId="77777777">
        <w:tc>
          <w:tcPr>
            <w:tcW w:w="1701" w:type="dxa"/>
          </w:tcPr>
          <w:p w:rsidR="00769A15" w:rsidP="00769A15" w:rsidRDefault="00769A15" w14:paraId="3A6FA5CE" w14:textId="75F9B90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Pr="00769A15" w:rsidR="5753CFC3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Pr="009233F3" w:rsidR="009233F3" w:rsidP="00769A15" w:rsidRDefault="136D2282" w14:paraId="37D7A150" w14:textId="4A11A8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:rsidRPr="009233F3" w:rsidR="009233F3" w:rsidP="00769A15" w:rsidRDefault="6FBEA664" w14:paraId="66543AF3" w14:textId="3379D8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0A7791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80AE78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6A87EDF7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326670" w:rsidP="00326670" w:rsidRDefault="00326670" w14:paraId="7BC10973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26670" w:rsidTr="003D60DD" w14:paraId="549E2C1A" w14:textId="77777777">
        <w:tc>
          <w:tcPr>
            <w:tcW w:w="9639" w:type="dxa"/>
          </w:tcPr>
          <w:p w:rsidRPr="00D86EB5" w:rsidR="00326670" w:rsidP="003D60DD" w:rsidRDefault="00326670" w14:paraId="3794701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Pr="009C54AE" w:rsidR="00F53E44" w:rsidTr="003D60DD" w14:paraId="7A332EA8" w14:textId="77777777">
        <w:tc>
          <w:tcPr>
            <w:tcW w:w="9639" w:type="dxa"/>
          </w:tcPr>
          <w:p w:rsidRPr="00BC4F45" w:rsidR="00F53E44" w:rsidP="00B1327C" w:rsidRDefault="00F53E44" w14:paraId="530ECF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Pr="009C54AE" w:rsidR="00F53E44" w:rsidTr="003D60DD" w14:paraId="318A922A" w14:textId="77777777">
        <w:tc>
          <w:tcPr>
            <w:tcW w:w="9639" w:type="dxa"/>
          </w:tcPr>
          <w:p w:rsidRPr="00BC4F45" w:rsidR="00F53E44" w:rsidP="00B1327C" w:rsidRDefault="00F53E44" w14:paraId="1891E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Pr="009C54AE" w:rsidR="00F53E44" w:rsidTr="003D60DD" w14:paraId="6ACEBB9B" w14:textId="77777777">
        <w:tc>
          <w:tcPr>
            <w:tcW w:w="9639" w:type="dxa"/>
          </w:tcPr>
          <w:p w:rsidRPr="00BC4F45" w:rsidR="00F53E44" w:rsidP="00B1327C" w:rsidRDefault="00F53E44" w14:paraId="2C1633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Pr="009C54AE" w:rsidR="00F53E44" w:rsidTr="003D60DD" w14:paraId="54CA6BDD" w14:textId="77777777">
        <w:tc>
          <w:tcPr>
            <w:tcW w:w="9639" w:type="dxa"/>
          </w:tcPr>
          <w:p w:rsidRPr="00BC4F45" w:rsidR="00F53E44" w:rsidP="00B1327C" w:rsidRDefault="00F53E44" w14:paraId="18000B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Pr="009C54AE" w:rsidR="00F53E44" w:rsidTr="003D60DD" w14:paraId="25A46242" w14:textId="77777777">
        <w:tc>
          <w:tcPr>
            <w:tcW w:w="9639" w:type="dxa"/>
          </w:tcPr>
          <w:p w:rsidRPr="00BC4F45" w:rsidR="00F53E44" w:rsidP="00B1327C" w:rsidRDefault="00F53E44" w14:paraId="7498D1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Pr="009C54AE" w:rsidR="00F53E44" w:rsidTr="003D60DD" w14:paraId="56A92F7B" w14:textId="77777777">
        <w:tc>
          <w:tcPr>
            <w:tcW w:w="9639" w:type="dxa"/>
          </w:tcPr>
          <w:p w:rsidRPr="00BC4F45" w:rsidR="00F53E44" w:rsidP="00B1327C" w:rsidRDefault="00F53E44" w14:paraId="2E5A3B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Pr="009C54AE" w:rsidR="00F53E44" w:rsidTr="003D60DD" w14:paraId="2120CE0A" w14:textId="77777777">
        <w:tc>
          <w:tcPr>
            <w:tcW w:w="9639" w:type="dxa"/>
          </w:tcPr>
          <w:p w:rsidRPr="00BC4F45" w:rsidR="00F53E44" w:rsidP="00B1327C" w:rsidRDefault="00F53E44" w14:paraId="338F72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Pr="009C54AE" w:rsidR="00F53E44" w:rsidTr="003D60DD" w14:paraId="798BF2DB" w14:textId="77777777">
        <w:tc>
          <w:tcPr>
            <w:tcW w:w="9639" w:type="dxa"/>
          </w:tcPr>
          <w:p w:rsidRPr="00BC4F45" w:rsidR="00F53E44" w:rsidP="00B1327C" w:rsidRDefault="00F53E44" w14:paraId="028D15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Pr="009C54AE" w:rsidR="00F53E44" w:rsidTr="003D60DD" w14:paraId="14CDA2A0" w14:textId="77777777">
        <w:tc>
          <w:tcPr>
            <w:tcW w:w="9639" w:type="dxa"/>
          </w:tcPr>
          <w:p w:rsidRPr="00BC4F45" w:rsidR="00F53E44" w:rsidP="00B1327C" w:rsidRDefault="00F53E44" w14:paraId="08F0B1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Pr="009C54AE" w:rsidR="00F53E44" w:rsidTr="003D60DD" w14:paraId="6BFF5E74" w14:textId="77777777">
        <w:tc>
          <w:tcPr>
            <w:tcW w:w="9639" w:type="dxa"/>
          </w:tcPr>
          <w:p w:rsidRPr="00BC4F45" w:rsidR="00F53E44" w:rsidP="00B1327C" w:rsidRDefault="00F53E44" w14:paraId="2FE47F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Pr="009C54AE" w:rsidR="00F53E44" w:rsidTr="003D60DD" w14:paraId="6A9CAC0F" w14:textId="77777777">
        <w:tc>
          <w:tcPr>
            <w:tcW w:w="9639" w:type="dxa"/>
          </w:tcPr>
          <w:p w:rsidRPr="00BC4F45" w:rsidR="00F53E44" w:rsidP="00B1327C" w:rsidRDefault="00F53E44" w14:paraId="3ED774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:rsidRPr="009C54AE" w:rsidR="0085747A" w:rsidP="009C54AE" w:rsidRDefault="0085747A" w14:paraId="65FD73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73FB62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723C3B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26B1" w:rsidR="00E960BB" w:rsidP="00393621" w:rsidRDefault="003C3064" w14:paraId="0BB075B9" w14:textId="1BE151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326670" w:rsid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 w:rsid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0BA104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AD81D0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FDED5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2B783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545F7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769A15" w14:paraId="43973522" w14:textId="77777777">
        <w:tc>
          <w:tcPr>
            <w:tcW w:w="1985" w:type="dxa"/>
            <w:vAlign w:val="center"/>
          </w:tcPr>
          <w:p w:rsidRPr="009C54AE" w:rsidR="0085747A" w:rsidP="009C54AE" w:rsidRDefault="0071620A" w14:paraId="28379D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89A06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7F3CA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E9A1B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92676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026B1" w:rsidTr="00769A15" w14:paraId="07900C80" w14:textId="77777777">
        <w:tc>
          <w:tcPr>
            <w:tcW w:w="1985" w:type="dxa"/>
          </w:tcPr>
          <w:p w:rsidRPr="009C54AE" w:rsidR="009026B1" w:rsidP="003D60DD" w:rsidRDefault="009026B1" w14:paraId="1ADE3C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9C54AE" w:rsidR="009026B1" w:rsidP="00769A15" w:rsidRDefault="2029A8F8" w14:paraId="5AC04090" w14:textId="2EDE81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1C79CB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9C54AE" w:rsidR="009026B1" w:rsidTr="00769A15" w14:paraId="21FE94F8" w14:textId="77777777">
        <w:tc>
          <w:tcPr>
            <w:tcW w:w="1985" w:type="dxa"/>
          </w:tcPr>
          <w:p w:rsidRPr="009C54AE" w:rsidR="009026B1" w:rsidP="003D60DD" w:rsidRDefault="009026B1" w14:paraId="3C3C4B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9C54AE" w:rsidR="009026B1" w:rsidP="00769A15" w:rsidRDefault="5169A0C6" w14:paraId="70197ADC" w14:textId="38653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1C8B2B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026B1" w:rsidTr="00769A15" w14:paraId="38B89E75" w14:textId="77777777">
        <w:tc>
          <w:tcPr>
            <w:tcW w:w="1985" w:type="dxa"/>
          </w:tcPr>
          <w:p w:rsidRPr="009C54AE" w:rsidR="009026B1" w:rsidP="009026B1" w:rsidRDefault="009026B1" w14:paraId="3EA5B7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B16D08" w:rsidR="009026B1" w:rsidP="00769A15" w:rsidRDefault="3B6E729F" w14:paraId="7678AA13" w14:textId="02CA5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0E2190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026B1" w:rsidTr="00769A15" w14:paraId="18340D02" w14:textId="77777777">
        <w:tc>
          <w:tcPr>
            <w:tcW w:w="1985" w:type="dxa"/>
          </w:tcPr>
          <w:p w:rsidRPr="009C54AE" w:rsidR="009026B1" w:rsidP="009026B1" w:rsidRDefault="009026B1" w14:paraId="1DA3C5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B16D08" w:rsidR="009026B1" w:rsidP="00769A15" w:rsidRDefault="55895710" w14:paraId="2ED3CEF2" w14:textId="1857E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0EB6DC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7D40A5" w:rsidTr="00769A15" w14:paraId="11B012C8" w14:textId="77777777">
        <w:tc>
          <w:tcPr>
            <w:tcW w:w="1985" w:type="dxa"/>
          </w:tcPr>
          <w:p w:rsidRPr="009C54AE" w:rsidR="007D40A5" w:rsidP="00DF78B3" w:rsidRDefault="007D40A5" w14:paraId="1FE3C8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B16D08" w:rsidR="007D40A5" w:rsidP="00769A15" w:rsidRDefault="159F7F59" w14:paraId="008C5750" w14:textId="6537B7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:rsidRPr="009C54AE" w:rsidR="007D40A5" w:rsidP="00DF78B3" w:rsidRDefault="007D40A5" w14:paraId="22FE52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69A15" w:rsidTr="00769A15" w14:paraId="05A0BB3D" w14:textId="77777777">
        <w:tc>
          <w:tcPr>
            <w:tcW w:w="1962" w:type="dxa"/>
          </w:tcPr>
          <w:p w:rsidR="6B569248" w:rsidP="00769A15" w:rsidRDefault="6B569248" w14:paraId="30923F5C" w14:textId="5E20D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:rsidR="6B569248" w:rsidP="00769A15" w:rsidRDefault="6B569248" w14:paraId="2DCCFF4D" w14:textId="5D6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6B569248" w:rsidP="00769A15" w:rsidRDefault="6B569248" w14:paraId="11C58A14" w14:textId="5300F8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:rsidTr="00769A15" w14:paraId="1880FBA3" w14:textId="77777777">
        <w:tc>
          <w:tcPr>
            <w:tcW w:w="1962" w:type="dxa"/>
          </w:tcPr>
          <w:p w:rsidR="6B569248" w:rsidP="00769A15" w:rsidRDefault="6B569248" w14:paraId="10BAE8E2" w14:textId="717B3E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:rsidR="6B569248" w:rsidP="00769A15" w:rsidRDefault="6B569248" w14:paraId="474AF701" w14:textId="0F2B39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6B569248" w:rsidP="00769A15" w:rsidRDefault="6B569248" w14:paraId="5B3F3065" w14:textId="6F54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:rsidTr="00769A15" w14:paraId="036EFF9E" w14:textId="77777777">
        <w:tc>
          <w:tcPr>
            <w:tcW w:w="1962" w:type="dxa"/>
          </w:tcPr>
          <w:p w:rsidR="6B569248" w:rsidP="00769A15" w:rsidRDefault="6B569248" w14:paraId="1B6B9546" w14:textId="2C3FA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:rsidR="6B569248" w:rsidP="00769A15" w:rsidRDefault="6B569248" w14:paraId="6791D1F8" w14:textId="6AA7B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6B569248" w:rsidP="00769A15" w:rsidRDefault="6B569248" w14:paraId="16B9CA9F" w14:textId="5E98F4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2ACD41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F58E4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303B3BE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69A15" w14:paraId="1AB57A3B" w14:textId="77777777">
        <w:tc>
          <w:tcPr>
            <w:tcW w:w="9670" w:type="dxa"/>
          </w:tcPr>
          <w:p w:rsidRPr="009C54AE" w:rsidR="0085747A" w:rsidP="00769A15" w:rsidRDefault="47C875ED" w14:paraId="01037308" w14:textId="35A44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:rsidRPr="009C54AE" w:rsidR="0085747A" w:rsidP="00769A15" w:rsidRDefault="47C875ED" w14:paraId="29E07830" w14:textId="6FCD9E56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:rsidRPr="009C54AE" w:rsidR="0085747A" w:rsidP="00769A15" w:rsidRDefault="47C875ED" w14:paraId="0DDB0648" w14:textId="78C5FF60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:rsidRPr="009C54AE" w:rsidR="0085747A" w:rsidP="00769A15" w:rsidRDefault="47C875ED" w14:paraId="38AC8510" w14:textId="2B4C7E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:rsidRPr="009C54AE" w:rsidR="0085747A" w:rsidP="00769A15" w:rsidRDefault="47C875ED" w14:paraId="1E93C614" w14:textId="377CD38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:rsidRPr="009C54AE" w:rsidR="0085747A" w:rsidP="00769A15" w:rsidRDefault="47C875ED" w14:paraId="75D7EB77" w14:textId="3C598E8B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:rsidRPr="009C54AE" w:rsidR="0085747A" w:rsidP="00769A15" w:rsidRDefault="47C875ED" w14:paraId="2416F1EE" w14:textId="06D6AC64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:rsidRPr="009C54AE" w:rsidR="0085747A" w:rsidP="00769A15" w:rsidRDefault="47C875ED" w14:paraId="39E3448C" w14:textId="1D79FE7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:rsidRPr="009C54AE" w:rsidR="0085747A" w:rsidP="00769A15" w:rsidRDefault="47C875ED" w14:paraId="6B75A12F" w14:textId="1C5157F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:rsidRPr="009C54AE" w:rsidR="0085747A" w:rsidP="009C54AE" w:rsidRDefault="0085747A" w14:paraId="3F1EE5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F60D90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6173D3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40293A9" w14:paraId="25AA6BAC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33958C1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0B2BAD77" w14:textId="517A22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026B1" w:rsidTr="140293A9" w14:paraId="69AB371A" w14:textId="77777777">
        <w:tc>
          <w:tcPr>
            <w:tcW w:w="4962" w:type="dxa"/>
            <w:tcMar/>
          </w:tcPr>
          <w:p w:rsidRPr="009C54AE" w:rsidR="009026B1" w:rsidP="009C54AE" w:rsidRDefault="009026B1" w14:paraId="15F17D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9026B1" w:rsidP="140293A9" w:rsidRDefault="00393621" w14:paraId="6C5DE871" w14:textId="0811D4FE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40293A9" w:rsidR="140293A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9026B1" w:rsidTr="140293A9" w14:paraId="5F02333A" w14:textId="77777777">
        <w:tc>
          <w:tcPr>
            <w:tcW w:w="4962" w:type="dxa"/>
            <w:tcMar/>
          </w:tcPr>
          <w:p w:rsidRPr="009C54AE" w:rsidR="009026B1" w:rsidP="009C54AE" w:rsidRDefault="009026B1" w14:paraId="686DCA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026B1" w:rsidP="009C54AE" w:rsidRDefault="009026B1" w14:paraId="5702F7FF" w14:textId="7C687C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Mar/>
          </w:tcPr>
          <w:p w:rsidRPr="009C54AE" w:rsidR="009026B1" w:rsidP="140293A9" w:rsidRDefault="008B6B73" w14:paraId="27F0E15B" w14:textId="60B29785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40293A9" w:rsidR="140293A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9026B1" w:rsidTr="140293A9" w14:paraId="08463DB6" w14:textId="77777777">
        <w:tc>
          <w:tcPr>
            <w:tcW w:w="4962" w:type="dxa"/>
            <w:tcMar/>
          </w:tcPr>
          <w:p w:rsidRPr="009C54AE" w:rsidR="009026B1" w:rsidP="009233F3" w:rsidRDefault="009026B1" w14:paraId="6D720030" w14:textId="6D3727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9026B1" w:rsidP="140293A9" w:rsidRDefault="00393621" w14:paraId="497E2B0C" w14:textId="6217ED8B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140293A9" w:rsidR="140293A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140293A9" w14:paraId="08D61953" w14:textId="77777777">
        <w:tc>
          <w:tcPr>
            <w:tcW w:w="4962" w:type="dxa"/>
            <w:tcMar/>
          </w:tcPr>
          <w:p w:rsidRPr="009C54AE" w:rsidR="0085747A" w:rsidP="009C54AE" w:rsidRDefault="0085747A" w14:paraId="09BA14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393621" w:rsidRDefault="008B6B73" w14:paraId="42A32B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140293A9" w14:paraId="164D2AC8" w14:textId="77777777">
        <w:tc>
          <w:tcPr>
            <w:tcW w:w="4962" w:type="dxa"/>
            <w:tcMar/>
          </w:tcPr>
          <w:p w:rsidRPr="009C54AE" w:rsidR="0085747A" w:rsidP="009C54AE" w:rsidRDefault="0085747A" w14:paraId="189631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</w:tcPr>
          <w:p w:rsidRPr="009C54AE" w:rsidR="0085747A" w:rsidP="00393621" w:rsidRDefault="008B6B73" w14:paraId="54F3569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96F0B4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P="009C54AE" w:rsidRDefault="003E1941" w14:paraId="24108DB8" w14:textId="77E99C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3F3" w:rsidP="009C54AE" w:rsidRDefault="009233F3" w14:paraId="58358EC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A1987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05E512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393621" w14:paraId="2F55E5A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D5BA8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9233F3" w:rsidRDefault="009233F3" w14:paraId="306F0D17" w14:textId="19B26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93621" w14:paraId="2AA0803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D57F7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9233F3" w:rsidRDefault="009233F3" w14:paraId="02B6672B" w14:textId="6B7B65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A637C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59F8BB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54BEA1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393621" w14:paraId="1CBABF0A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3042A4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D40A5" w:rsidR="007D40A5" w:rsidP="00393621" w:rsidRDefault="007D40A5" w14:paraId="07A67E3D" w14:textId="7AD44252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:rsidRPr="00F53E44" w:rsidR="00080524" w:rsidP="00393621" w:rsidRDefault="00F53E44" w14:paraId="1945903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Gracz. - Kraków ; Legionowo : </w:t>
            </w:r>
            <w:proofErr w:type="spellStart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  <w:tr w:rsidRPr="009C54AE" w:rsidR="0085747A" w:rsidTr="00393621" w14:paraId="6FFFFEB8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433F9E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D40A5" w:rsidR="009026B1" w:rsidP="00393621" w:rsidRDefault="007D40A5" w14:paraId="7AAD937C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:rsidRPr="009C54AE" w:rsidR="0085747A" w:rsidP="009C54AE" w:rsidRDefault="0085747A" w14:paraId="4ADBD0A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DE081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8D85F6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CC8" w:rsidP="00C16ABF" w:rsidRDefault="000D3CC8" w14:paraId="6AF43A01" w14:textId="77777777">
      <w:pPr>
        <w:spacing w:after="0" w:line="240" w:lineRule="auto"/>
      </w:pPr>
      <w:r>
        <w:separator/>
      </w:r>
    </w:p>
  </w:endnote>
  <w:endnote w:type="continuationSeparator" w:id="0">
    <w:p w:rsidR="000D3CC8" w:rsidP="00C16ABF" w:rsidRDefault="000D3CC8" w14:paraId="6E2726C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CC8" w:rsidP="00C16ABF" w:rsidRDefault="000D3CC8" w14:paraId="0AD48470" w14:textId="77777777">
      <w:pPr>
        <w:spacing w:after="0" w:line="240" w:lineRule="auto"/>
      </w:pPr>
      <w:r>
        <w:separator/>
      </w:r>
    </w:p>
  </w:footnote>
  <w:footnote w:type="continuationSeparator" w:id="0">
    <w:p w:rsidR="000D3CC8" w:rsidP="00C16ABF" w:rsidRDefault="000D3CC8" w14:paraId="38416444" w14:textId="77777777">
      <w:pPr>
        <w:spacing w:after="0" w:line="240" w:lineRule="auto"/>
      </w:pPr>
      <w:r>
        <w:continuationSeparator/>
      </w:r>
    </w:p>
  </w:footnote>
  <w:footnote w:id="1">
    <w:p w:rsidR="009233F3" w:rsidP="009233F3" w:rsidRDefault="009233F3" w14:paraId="1ABD3AA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C306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5DFB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918"/>
    <w:rsid w:val="00B607DB"/>
    <w:rsid w:val="00B62DA2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97C41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26AF"/>
    <w:rsid w:val="00F53E44"/>
    <w:rsid w:val="00F542E8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40293A9"/>
    <w:rsid w:val="159F7F59"/>
    <w:rsid w:val="17BEA03F"/>
    <w:rsid w:val="2029A8F8"/>
    <w:rsid w:val="21B49113"/>
    <w:rsid w:val="22E46293"/>
    <w:rsid w:val="27093D7B"/>
    <w:rsid w:val="279EAB59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D216E0"/>
  </w:style>
  <w:style w:type="character" w:styleId="spellingerror" w:customStyle="1">
    <w:name w:val="spellingerror"/>
    <w:basedOn w:val="Domylnaczcionkaakapitu"/>
    <w:rsid w:val="00D216E0"/>
  </w:style>
  <w:style w:type="character" w:styleId="eop" w:customStyle="1">
    <w:name w:val="eop"/>
    <w:basedOn w:val="Domylnaczcionkaakapitu"/>
    <w:rsid w:val="00D216E0"/>
  </w:style>
  <w:style w:type="character" w:styleId="Odwoaniedokomentarza">
    <w:name w:val="annotation reference"/>
    <w:basedOn w:val="Domylnaczcionkaakapitu"/>
    <w:uiPriority w:val="99"/>
    <w:semiHidden/>
    <w:unhideWhenUsed/>
    <w:rsid w:val="00D97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C4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97C4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C4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97C4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4BF7D2-5129-470E-A649-EEA86EC7A960}"/>
</file>

<file path=customXml/itemProps4.xml><?xml version="1.0" encoding="utf-8"?>
<ds:datastoreItem xmlns:ds="http://schemas.openxmlformats.org/officeDocument/2006/customXml" ds:itemID="{D33415E4-3C0F-4F01-BFFA-802ED7C591C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18</revision>
  <lastPrinted>2019-02-06T12:12:00.0000000Z</lastPrinted>
  <dcterms:created xsi:type="dcterms:W3CDTF">2020-11-17T19:07:00.0000000Z</dcterms:created>
  <dcterms:modified xsi:type="dcterms:W3CDTF">2022-06-03T02:02:32.5345620Z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